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434D0" w:rsidR="00505519" w:rsidP="00505519" w:rsidRDefault="00505519" w14:paraId="45342372" w14:textId="77777777">
      <w:r>
        <w:t>En tant que FS, je dois</w:t>
      </w:r>
      <w:r w:rsidRPr="00C376A7">
        <w:t xml:space="preserve"> </w:t>
      </w:r>
      <w:r w:rsidRPr="004C6C7D">
        <w:t>garanti</w:t>
      </w:r>
      <w:r>
        <w:t>r</w:t>
      </w:r>
      <w:r w:rsidRPr="004C6C7D">
        <w:t xml:space="preserve"> que</w:t>
      </w:r>
      <w:r>
        <w:t xml:space="preserve"> la forme de stockage d</w:t>
      </w:r>
      <w:r w:rsidRPr="004C6C7D">
        <w:t>es</w:t>
      </w:r>
      <w:r w:rsidRPr="008434D0">
        <w:t xml:space="preserve"> secrets de sécurité utilisés </w:t>
      </w:r>
      <w:r>
        <w:t xml:space="preserve">lors de </w:t>
      </w:r>
      <w:r w:rsidRPr="008434D0">
        <w:t xml:space="preserve">l'authentification des utilisateurs (personnes ou autres systèmes) </w:t>
      </w:r>
      <w:r>
        <w:t>i</w:t>
      </w:r>
      <w:r w:rsidRPr="008434D0">
        <w:t>nterdi</w:t>
      </w:r>
      <w:r>
        <w:t>se</w:t>
      </w:r>
      <w:r w:rsidRPr="008434D0">
        <w:t xml:space="preserve"> définitivement d'accéder à leur valeur en clair tout en permettant leur comparaison avec un secret à tester.</w:t>
      </w:r>
      <w:r>
        <w:t xml:space="preserve"> Je peux avoir recours à d</w:t>
      </w:r>
      <w:r w:rsidRPr="008434D0">
        <w:t>es fonctions de hachage cryptographique à cette fin</w:t>
      </w:r>
      <w:r>
        <w:t>.</w:t>
      </w:r>
    </w:p>
    <w:p w:rsidRPr="008434D0" w:rsidR="00505519" w:rsidP="00505519" w:rsidRDefault="00505519" w14:paraId="7C40A5A6" w14:textId="77777777">
      <w:r w:rsidRPr="008434D0">
        <w:t xml:space="preserve">Si besoin, le haché du secret </w:t>
      </w:r>
      <w:r>
        <w:t>peut</w:t>
      </w:r>
      <w:r w:rsidRPr="008434D0">
        <w:t xml:space="preserve"> être utilisé comme index pour retrouver les informations contextuelles liées au secret mais qui ne constituent pas elles-mêmes des secrets de sécurité, et qui peuvent être nécessaires à des validations de sécurité (ex: date d'expiration de l'état d'authentification matérialisé par le secret, état de révocation ou non du secret, identifiant du système autorisé à utiliser le secret...) ou aux fonctions métiers assurées par le système (ex: informations relatives à l'utilisateur...)</w:t>
      </w:r>
      <w:r>
        <w:t>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="00505519" w:rsidTr="002F3CE9" w14:paraId="7CA0C3EE" w14:textId="77777777">
        <w:trPr>
          <w:trHeight w:val="416"/>
        </w:trPr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Pr="00F60D64" w:rsidR="00505519" w:rsidP="002F3CE9" w:rsidRDefault="00505519" w14:paraId="571FDE52" w14:textId="77777777">
            <w:pPr>
              <w:spacing w:after="0" w:line="276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EXI EDC 117</w:t>
            </w:r>
          </w:p>
        </w:tc>
      </w:tr>
      <w:tr w:rsidR="00505519" w:rsidTr="002F3CE9" w14:paraId="46F39E92" w14:textId="77777777">
        <w:trPr>
          <w:trHeight w:val="416"/>
        </w:trPr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505519" w:rsidP="002F3CE9" w:rsidRDefault="00505519" w14:paraId="3E8980FD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505519" w:rsidP="002F3CE9" w:rsidRDefault="00505519" w14:paraId="3C2649BE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505519" w:rsidP="002F3CE9" w:rsidRDefault="00505519" w14:paraId="23E7E414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2549" w:type="dxa"/>
            <w:shd w:val="clear" w:color="auto" w:fill="D9D9D9" w:themeFill="background1" w:themeFillShade="D9"/>
            <w:vAlign w:val="center"/>
          </w:tcPr>
          <w:p w:rsidRPr="00F60D64" w:rsidR="00505519" w:rsidP="002F3CE9" w:rsidRDefault="00505519" w14:paraId="122595E1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505519" w:rsidTr="002F3CE9" w14:paraId="2CE20601" w14:textId="77777777">
        <w:tc>
          <w:tcPr>
            <w:tcW w:w="10196" w:type="dxa"/>
            <w:gridSpan w:val="4"/>
            <w:shd w:val="clear" w:color="auto" w:fill="D9D9D9" w:themeFill="background1" w:themeFillShade="D9"/>
            <w:vAlign w:val="center"/>
          </w:tcPr>
          <w:p w:rsidR="00505519" w:rsidP="002F3CE9" w:rsidRDefault="00505519" w14:paraId="0B172BF9" w14:textId="77777777">
            <w:pPr>
              <w:spacing w:line="276" w:lineRule="auto"/>
              <w:rPr>
                <w:i/>
              </w:rPr>
            </w:pPr>
            <w:r w:rsidRPr="00C376A7">
              <w:rPr>
                <w:i/>
                <w:iCs/>
              </w:rPr>
              <w:t>[Il est attendu que le Fournisseur de Service précise </w:t>
            </w:r>
            <w:r>
              <w:rPr>
                <w:i/>
              </w:rPr>
              <w:t>les mesures</w:t>
            </w:r>
            <w:r w:rsidRPr="0026142C">
              <w:rPr>
                <w:i/>
              </w:rPr>
              <w:t xml:space="preserve"> mis</w:t>
            </w:r>
            <w:r>
              <w:rPr>
                <w:i/>
              </w:rPr>
              <w:t>es</w:t>
            </w:r>
            <w:r w:rsidRPr="0026142C">
              <w:rPr>
                <w:i/>
              </w:rPr>
              <w:t xml:space="preserve"> en place </w:t>
            </w:r>
            <w:r>
              <w:rPr>
                <w:i/>
              </w:rPr>
              <w:t>pour empêcher</w:t>
            </w:r>
            <w:r w:rsidRPr="0026142C">
              <w:rPr>
                <w:i/>
              </w:rPr>
              <w:t xml:space="preserve"> tout stockage d</w:t>
            </w:r>
            <w:r>
              <w:rPr>
                <w:rFonts w:cs="Arial"/>
                <w:color w:val="auto"/>
                <w:szCs w:val="22"/>
              </w:rPr>
              <w:t>’</w:t>
            </w:r>
            <w:r w:rsidRPr="00DC7A2A">
              <w:rPr>
                <w:i/>
              </w:rPr>
              <w:t xml:space="preserve">information de raccordement </w:t>
            </w:r>
            <w:r w:rsidRPr="0026142C">
              <w:rPr>
                <w:i/>
              </w:rPr>
              <w:t>dans le code source</w:t>
            </w:r>
            <w:r w:rsidDel="00005F7F">
              <w:rPr>
                <w:i/>
              </w:rPr>
              <w:t> ;</w:t>
            </w:r>
          </w:p>
          <w:p w:rsidR="00505519" w:rsidP="002F3CE9" w:rsidRDefault="00505519" w14:paraId="12FE9646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="00505519" w:rsidP="002F3CE9" w:rsidRDefault="00505519" w14:paraId="4BD7B25A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="00505519" w:rsidP="00505519" w:rsidRDefault="00505519" w14:paraId="760D2FFF" w14:textId="77777777">
      <w:pPr>
        <w:spacing w:after="200"/>
        <w:jc w:val="left"/>
        <w:rPr>
          <w:rFonts w:eastAsia="Times New Roman" w:cs="Arial"/>
          <w:b/>
          <w:szCs w:val="24"/>
          <w:u w:val="single"/>
          <w:lang w:eastAsia="fr-FR"/>
        </w:rPr>
      </w:pPr>
    </w:p>
    <w:p w:rsidR="571D06E2" w:rsidP="571D06E2" w:rsidRDefault="571D06E2" w14:paraId="1ABFA7C3" w14:textId="5AFF16C5">
      <w:pPr>
        <w:rPr>
          <w:lang w:eastAsia="fr-FR"/>
        </w:rPr>
      </w:pPr>
    </w:p>
    <w:sectPr w:rsidR="571D06E2" w:rsidSect="00AA5D5C">
      <w:headerReference w:type="default" r:id="rId11"/>
      <w:footerReference w:type="default" r:id="rId12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63E8B" w:rsidP="00E63E4A" w:rsidRDefault="00A63E8B" w14:paraId="11BD8A5E" w14:textId="77777777">
      <w:pPr>
        <w:spacing w:after="0" w:line="240" w:lineRule="auto"/>
      </w:pPr>
      <w:r>
        <w:separator/>
      </w:r>
    </w:p>
  </w:endnote>
  <w:endnote w:type="continuationSeparator" w:id="0">
    <w:p w:rsidR="00A63E8B" w:rsidP="00E63E4A" w:rsidRDefault="00A63E8B" w14:paraId="3F8BD4C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71D06E2" w:rsidTr="571D06E2" w14:paraId="7617E451" w14:textId="77777777">
      <w:trPr>
        <w:trHeight w:val="300"/>
      </w:trPr>
      <w:tc>
        <w:tcPr>
          <w:tcW w:w="3400" w:type="dxa"/>
        </w:tcPr>
        <w:p w:rsidR="571D06E2" w:rsidP="571D06E2" w:rsidRDefault="571D06E2" w14:paraId="3DCF3785" w14:textId="6698ED5A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:rsidR="571D06E2" w:rsidP="571D06E2" w:rsidRDefault="571D06E2" w14:paraId="2313861B" w14:textId="78D52926">
          <w:pPr>
            <w:pStyle w:val="Header"/>
            <w:jc w:val="center"/>
          </w:pPr>
        </w:p>
      </w:tc>
      <w:tc>
        <w:tcPr>
          <w:tcW w:w="3400" w:type="dxa"/>
        </w:tcPr>
        <w:p w:rsidR="571D06E2" w:rsidP="571D06E2" w:rsidRDefault="571D06E2" w14:paraId="69E233A8" w14:textId="5F26A1E7">
          <w:pPr>
            <w:pStyle w:val="Header"/>
            <w:ind w:right="-115"/>
            <w:jc w:val="right"/>
          </w:pPr>
        </w:p>
      </w:tc>
    </w:tr>
  </w:tbl>
  <w:p w:rsidR="571D06E2" w:rsidP="571D06E2" w:rsidRDefault="571D06E2" w14:paraId="53DC05BA" w14:textId="54E45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63E8B" w:rsidP="00E63E4A" w:rsidRDefault="00A63E8B" w14:paraId="2439E8AB" w14:textId="77777777">
      <w:pPr>
        <w:spacing w:after="0" w:line="240" w:lineRule="auto"/>
      </w:pPr>
      <w:r>
        <w:separator/>
      </w:r>
    </w:p>
  </w:footnote>
  <w:footnote w:type="continuationSeparator" w:id="0">
    <w:p w:rsidR="00A63E8B" w:rsidP="00E63E4A" w:rsidRDefault="00A63E8B" w14:paraId="72D6261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2A2364E9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1C8550B5" w:rsidRDefault="00C24EE9" w14:paraId="6D976456" w14:textId="244FF695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2A2364E9" w:rsidR="2A2364E9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2A2364E9" w:rsidR="2A2364E9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2A2364E9" w:rsidR="2A2364E9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2A2364E9" w:rsidR="2A2364E9">
            <w:rPr>
              <w:b w:val="1"/>
              <w:bCs w:val="1"/>
              <w:color w:val="006AB2"/>
              <w:sz w:val="24"/>
              <w:szCs w:val="24"/>
            </w:rPr>
            <w:t>client_id BAS</w:t>
          </w:r>
          <w:r w:rsidRPr="2A2364E9" w:rsidR="2A2364E9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571D06E2" w:rsidRDefault="571D06E2" w14:paraId="63F11C18" w14:textId="13EB4EA1">
          <w:pPr>
            <w:jc w:val="center"/>
            <w:rPr>
              <w:color w:val="1F497D" w:themeColor="text2"/>
              <w:sz w:val="24"/>
              <w:szCs w:val="24"/>
            </w:rPr>
          </w:pPr>
          <w:r w:rsidRPr="571D06E2">
            <w:rPr>
              <w:color w:val="1F497D" w:themeColor="text2"/>
              <w:sz w:val="24"/>
              <w:szCs w:val="24"/>
            </w:rPr>
            <w:t xml:space="preserve">Chapitre </w:t>
          </w:r>
          <w:r w:rsidR="00505519">
            <w:rPr>
              <w:color w:val="1F497D" w:themeColor="text2"/>
              <w:sz w:val="24"/>
              <w:szCs w:val="24"/>
            </w:rPr>
            <w:t>5</w:t>
          </w:r>
          <w:r w:rsidRPr="571D06E2">
            <w:rPr>
              <w:color w:val="1F497D" w:themeColor="text2"/>
              <w:sz w:val="24"/>
              <w:szCs w:val="24"/>
            </w:rPr>
            <w:t xml:space="preserve"> : </w:t>
          </w:r>
          <w:r w:rsidR="00505519">
            <w:rPr>
              <w:color w:val="1F497D" w:themeColor="text2"/>
              <w:sz w:val="24"/>
              <w:szCs w:val="24"/>
            </w:rPr>
            <w:t>Chiffrement et</w:t>
          </w:r>
          <w:r w:rsidRPr="571D06E2">
            <w:rPr>
              <w:color w:val="1F497D" w:themeColor="text2"/>
              <w:sz w:val="24"/>
              <w:szCs w:val="24"/>
            </w:rPr>
            <w:t xml:space="preserve"> </w:t>
          </w:r>
          <w:r w:rsidR="00505519">
            <w:rPr>
              <w:color w:val="1F497D" w:themeColor="text2"/>
              <w:sz w:val="24"/>
              <w:szCs w:val="24"/>
            </w:rPr>
            <w:t>protection des données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3C7DCD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05519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63E8B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1C8550B5"/>
    <w:rsid w:val="2A2364E9"/>
    <w:rsid w:val="2DC57018"/>
    <w:rsid w:val="3BF5DAB0"/>
    <w:rsid w:val="571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05519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2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D1AEEE-57FE-4B29-8BE9-E0C6553A348B}"/>
</file>

<file path=customXml/itemProps4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69</cp:revision>
  <dcterms:created xsi:type="dcterms:W3CDTF">2024-11-26T10:53:00Z</dcterms:created>
  <dcterms:modified xsi:type="dcterms:W3CDTF">2024-12-09T15:25:03Z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